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CF4" w:rsidRDefault="006D4CF4" w:rsidP="00EF6E87">
      <w:pPr>
        <w:pStyle w:val="BodyText"/>
        <w:jc w:val="center"/>
        <w:rPr>
          <w:bCs/>
          <w:sz w:val="24"/>
        </w:rPr>
      </w:pPr>
      <w:r>
        <w:rPr>
          <w:bCs/>
          <w:sz w:val="24"/>
        </w:rPr>
        <w:t>ЗАКОН УЛЬЯНОВСКОЙ ОБЛАСТИ</w:t>
      </w:r>
    </w:p>
    <w:p w:rsidR="006D4CF4" w:rsidRDefault="006D4CF4" w:rsidP="00EF6E87">
      <w:pPr>
        <w:pStyle w:val="BodyText"/>
        <w:jc w:val="center"/>
        <w:rPr>
          <w:b/>
          <w:bCs/>
          <w:szCs w:val="28"/>
        </w:rPr>
      </w:pPr>
    </w:p>
    <w:p w:rsidR="006D4CF4" w:rsidRDefault="006D4CF4" w:rsidP="00EF6E87">
      <w:pPr>
        <w:pStyle w:val="BodyText"/>
        <w:jc w:val="center"/>
        <w:rPr>
          <w:b/>
          <w:bCs/>
          <w:szCs w:val="28"/>
        </w:rPr>
      </w:pPr>
    </w:p>
    <w:p w:rsidR="006D4CF4" w:rsidRDefault="006D4CF4" w:rsidP="00EF6E87">
      <w:pPr>
        <w:pStyle w:val="BodyText"/>
        <w:jc w:val="center"/>
        <w:rPr>
          <w:b/>
          <w:bCs/>
          <w:szCs w:val="28"/>
        </w:rPr>
      </w:pPr>
    </w:p>
    <w:p w:rsidR="006D4CF4" w:rsidRPr="0013389B" w:rsidRDefault="006D4CF4" w:rsidP="007647FB">
      <w:pPr>
        <w:pStyle w:val="BodyText"/>
        <w:jc w:val="center"/>
        <w:rPr>
          <w:b/>
          <w:bCs/>
          <w:szCs w:val="28"/>
        </w:rPr>
      </w:pPr>
    </w:p>
    <w:p w:rsidR="006D4CF4" w:rsidRPr="00D25C02" w:rsidRDefault="006D4CF4" w:rsidP="00473D6D">
      <w:pPr>
        <w:pStyle w:val="BodyText"/>
        <w:jc w:val="center"/>
        <w:rPr>
          <w:b/>
          <w:bCs/>
          <w:szCs w:val="28"/>
        </w:rPr>
      </w:pPr>
      <w:r w:rsidRPr="007647FB">
        <w:rPr>
          <w:b/>
          <w:bCs/>
          <w:szCs w:val="28"/>
        </w:rPr>
        <w:t xml:space="preserve">О </w:t>
      </w:r>
      <w:r>
        <w:rPr>
          <w:b/>
          <w:bCs/>
          <w:szCs w:val="28"/>
        </w:rPr>
        <w:t xml:space="preserve">внесении изменения в статью 5 Закона Ульяновской области </w:t>
      </w:r>
      <w:r>
        <w:rPr>
          <w:b/>
          <w:bCs/>
          <w:szCs w:val="28"/>
        </w:rPr>
        <w:br/>
        <w:t xml:space="preserve">«О регулировании некоторых вопросов в сфере социального обслуживания населения на территории Ульяновской области» </w:t>
      </w:r>
    </w:p>
    <w:p w:rsidR="006D4CF4" w:rsidRPr="007647FB" w:rsidRDefault="006D4CF4" w:rsidP="007647FB">
      <w:pPr>
        <w:pStyle w:val="BodyText"/>
        <w:rPr>
          <w:bCs/>
          <w:caps/>
          <w:szCs w:val="28"/>
        </w:rPr>
      </w:pPr>
    </w:p>
    <w:p w:rsidR="006D4CF4" w:rsidRDefault="006D4CF4" w:rsidP="00331B83">
      <w:pPr>
        <w:pStyle w:val="ConsNormal"/>
        <w:ind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23 июня 2016 года</w:t>
      </w:r>
    </w:p>
    <w:p w:rsidR="006D4CF4" w:rsidRDefault="006D4CF4" w:rsidP="00331B83">
      <w:pPr>
        <w:autoSpaceDE w:val="0"/>
        <w:autoSpaceDN w:val="0"/>
        <w:adjustRightInd w:val="0"/>
        <w:jc w:val="both"/>
        <w:rPr>
          <w:szCs w:val="28"/>
        </w:rPr>
      </w:pPr>
    </w:p>
    <w:p w:rsidR="006D4CF4" w:rsidRPr="000B3AA8" w:rsidRDefault="006D4CF4" w:rsidP="000B3AA8">
      <w:pPr>
        <w:pStyle w:val="BodyText"/>
        <w:jc w:val="both"/>
        <w:rPr>
          <w:bCs/>
          <w:sz w:val="52"/>
          <w:szCs w:val="28"/>
        </w:rPr>
      </w:pPr>
      <w:bookmarkStart w:id="0" w:name="_GoBack"/>
      <w:bookmarkEnd w:id="0"/>
    </w:p>
    <w:p w:rsidR="006D4CF4" w:rsidRDefault="006D4CF4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статью 5 Закона Ульяновской области от 6 ноября 2014 года </w:t>
      </w:r>
      <w:r>
        <w:rPr>
          <w:bCs/>
          <w:sz w:val="28"/>
          <w:szCs w:val="28"/>
        </w:rPr>
        <w:br/>
        <w:t xml:space="preserve">№ 174-ЗО «О регулировании некоторых вопросов в сфере социального обслуживания населения на территории Ульяновской области» («Ульяновская правда» от 10.11.2014 № 163-164; от 06.04.2015 № 44; от 07.09.2015 № 124; </w:t>
      </w:r>
      <w:r>
        <w:rPr>
          <w:bCs/>
          <w:sz w:val="28"/>
          <w:szCs w:val="28"/>
        </w:rPr>
        <w:br/>
        <w:t>от 29.10.2015 № 151) изменение, изложив часть 8 в следующей редакции:</w:t>
      </w:r>
    </w:p>
    <w:p w:rsidR="006D4CF4" w:rsidRPr="0027398B" w:rsidRDefault="006D4CF4" w:rsidP="0038601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27398B">
        <w:rPr>
          <w:sz w:val="28"/>
          <w:szCs w:val="28"/>
        </w:rPr>
        <w:t xml:space="preserve">. </w:t>
      </w:r>
      <w:r>
        <w:rPr>
          <w:sz w:val="28"/>
          <w:szCs w:val="28"/>
        </w:rPr>
        <w:t>Срочные социальные услуги</w:t>
      </w:r>
      <w:r w:rsidRPr="0027398B">
        <w:rPr>
          <w:sz w:val="28"/>
          <w:szCs w:val="28"/>
        </w:rPr>
        <w:t>:</w:t>
      </w:r>
    </w:p>
    <w:p w:rsidR="006D4CF4" w:rsidRPr="0027398B" w:rsidRDefault="006D4CF4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27398B">
        <w:rPr>
          <w:sz w:val="28"/>
          <w:szCs w:val="28"/>
        </w:rPr>
        <w:t>) об</w:t>
      </w:r>
      <w:r>
        <w:rPr>
          <w:sz w:val="28"/>
          <w:szCs w:val="28"/>
        </w:rPr>
        <w:t>еспечение</w:t>
      </w:r>
      <w:r w:rsidRPr="0027398B">
        <w:rPr>
          <w:sz w:val="28"/>
          <w:szCs w:val="28"/>
        </w:rPr>
        <w:t xml:space="preserve"> </w:t>
      </w:r>
      <w:r>
        <w:rPr>
          <w:sz w:val="28"/>
          <w:szCs w:val="28"/>
        </w:rPr>
        <w:t>бесплатным горячим питанием или наборами продуктов</w:t>
      </w:r>
      <w:r w:rsidRPr="0027398B">
        <w:rPr>
          <w:sz w:val="28"/>
          <w:szCs w:val="28"/>
        </w:rPr>
        <w:t>;</w:t>
      </w:r>
    </w:p>
    <w:p w:rsidR="006D4CF4" w:rsidRPr="0027398B" w:rsidRDefault="006D4CF4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7398B">
        <w:rPr>
          <w:sz w:val="28"/>
          <w:szCs w:val="28"/>
        </w:rPr>
        <w:t xml:space="preserve">) </w:t>
      </w:r>
      <w:r>
        <w:rPr>
          <w:sz w:val="28"/>
          <w:szCs w:val="28"/>
        </w:rPr>
        <w:t>обеспечение одеждой, обувью и другими предметами первой необходимости</w:t>
      </w:r>
      <w:r w:rsidRPr="0027398B">
        <w:rPr>
          <w:sz w:val="28"/>
          <w:szCs w:val="28"/>
        </w:rPr>
        <w:t>;</w:t>
      </w:r>
    </w:p>
    <w:p w:rsidR="006D4CF4" w:rsidRPr="0027398B" w:rsidRDefault="006D4CF4" w:rsidP="0027398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7398B">
        <w:rPr>
          <w:sz w:val="28"/>
          <w:szCs w:val="28"/>
        </w:rPr>
        <w:t xml:space="preserve">) </w:t>
      </w:r>
      <w:r>
        <w:rPr>
          <w:sz w:val="28"/>
          <w:szCs w:val="28"/>
        </w:rPr>
        <w:t>содействие в получении временного жилого помещения</w:t>
      </w:r>
      <w:r w:rsidRPr="0027398B">
        <w:rPr>
          <w:sz w:val="28"/>
          <w:szCs w:val="28"/>
        </w:rPr>
        <w:t>;</w:t>
      </w:r>
    </w:p>
    <w:p w:rsidR="006D4CF4" w:rsidRDefault="006D4CF4" w:rsidP="005A75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7398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содействие в получении юридической помощи в целях защиты прав </w:t>
      </w:r>
      <w:r>
        <w:rPr>
          <w:sz w:val="28"/>
          <w:szCs w:val="28"/>
        </w:rPr>
        <w:br/>
        <w:t>и законных интересов получателей социальных услуг;</w:t>
      </w:r>
    </w:p>
    <w:p w:rsidR="006D4CF4" w:rsidRDefault="006D4CF4" w:rsidP="005A75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содействие в получении экстренной психологической помощи </w:t>
      </w:r>
      <w:r>
        <w:rPr>
          <w:sz w:val="28"/>
          <w:szCs w:val="28"/>
        </w:rPr>
        <w:br/>
        <w:t>с привлечением к этой работе психологов и священнослужителей;</w:t>
      </w:r>
    </w:p>
    <w:p w:rsidR="006D4CF4" w:rsidRPr="0027398B" w:rsidRDefault="006D4CF4" w:rsidP="005A756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предоставление ночлега лицам без определённого места жительства.».</w:t>
      </w:r>
    </w:p>
    <w:p w:rsidR="006D4CF4" w:rsidRPr="000B3AA8" w:rsidRDefault="006D4CF4" w:rsidP="00D25C02">
      <w:pPr>
        <w:ind w:firstLine="709"/>
        <w:jc w:val="both"/>
        <w:rPr>
          <w:b/>
          <w:sz w:val="16"/>
          <w:szCs w:val="28"/>
        </w:rPr>
      </w:pPr>
    </w:p>
    <w:p w:rsidR="006D4CF4" w:rsidRDefault="006D4CF4" w:rsidP="00D25C02">
      <w:pPr>
        <w:ind w:firstLine="709"/>
        <w:jc w:val="both"/>
        <w:rPr>
          <w:b/>
          <w:sz w:val="28"/>
          <w:szCs w:val="28"/>
        </w:rPr>
      </w:pPr>
    </w:p>
    <w:p w:rsidR="006D4CF4" w:rsidRDefault="006D4CF4" w:rsidP="00D25C02">
      <w:pPr>
        <w:ind w:firstLine="709"/>
        <w:jc w:val="both"/>
        <w:rPr>
          <w:b/>
          <w:sz w:val="28"/>
          <w:szCs w:val="28"/>
        </w:rPr>
      </w:pPr>
    </w:p>
    <w:p w:rsidR="006D4CF4" w:rsidRDefault="006D4CF4" w:rsidP="00054CE6">
      <w:pPr>
        <w:pStyle w:val="BodyText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Временно исполняющий обязанности </w:t>
      </w:r>
    </w:p>
    <w:p w:rsidR="006D4CF4" w:rsidRPr="007647FB" w:rsidRDefault="006D4CF4" w:rsidP="00054CE6">
      <w:pPr>
        <w:pStyle w:val="BodyText"/>
        <w:jc w:val="both"/>
        <w:rPr>
          <w:b/>
          <w:bCs/>
          <w:szCs w:val="28"/>
        </w:rPr>
      </w:pPr>
      <w:r w:rsidRPr="007647FB">
        <w:rPr>
          <w:b/>
          <w:bCs/>
          <w:szCs w:val="28"/>
        </w:rPr>
        <w:t>Губернатор</w:t>
      </w:r>
      <w:r>
        <w:rPr>
          <w:b/>
          <w:bCs/>
          <w:szCs w:val="28"/>
        </w:rPr>
        <w:t xml:space="preserve">а Ульяновской области  </w:t>
      </w:r>
      <w:r w:rsidRPr="007647FB">
        <w:rPr>
          <w:b/>
          <w:bCs/>
          <w:szCs w:val="28"/>
        </w:rPr>
        <w:t xml:space="preserve">                           </w:t>
      </w:r>
      <w:r>
        <w:rPr>
          <w:b/>
          <w:bCs/>
          <w:szCs w:val="28"/>
        </w:rPr>
        <w:t xml:space="preserve">  </w:t>
      </w:r>
      <w:r w:rsidRPr="007647FB">
        <w:rPr>
          <w:b/>
          <w:bCs/>
          <w:szCs w:val="28"/>
        </w:rPr>
        <w:t xml:space="preserve">                  </w:t>
      </w:r>
      <w:r>
        <w:rPr>
          <w:b/>
          <w:bCs/>
          <w:szCs w:val="28"/>
        </w:rPr>
        <w:t xml:space="preserve">     </w:t>
      </w:r>
      <w:r w:rsidRPr="007647FB">
        <w:rPr>
          <w:b/>
          <w:bCs/>
          <w:szCs w:val="28"/>
        </w:rPr>
        <w:t>С.И.Морозов</w:t>
      </w:r>
    </w:p>
    <w:p w:rsidR="006D4CF4" w:rsidRDefault="006D4CF4" w:rsidP="00054CE6">
      <w:pPr>
        <w:pStyle w:val="BodyText"/>
        <w:jc w:val="center"/>
        <w:rPr>
          <w:sz w:val="32"/>
          <w:szCs w:val="28"/>
        </w:rPr>
      </w:pPr>
    </w:p>
    <w:p w:rsidR="006D4CF4" w:rsidRDefault="006D4CF4" w:rsidP="00054CE6">
      <w:pPr>
        <w:pStyle w:val="BodyText"/>
        <w:jc w:val="center"/>
        <w:rPr>
          <w:sz w:val="32"/>
          <w:szCs w:val="28"/>
        </w:rPr>
      </w:pPr>
    </w:p>
    <w:p w:rsidR="006D4CF4" w:rsidRPr="007647FB" w:rsidRDefault="006D4CF4" w:rsidP="000B3AA8">
      <w:pPr>
        <w:pStyle w:val="BodyText"/>
        <w:jc w:val="center"/>
        <w:rPr>
          <w:szCs w:val="28"/>
        </w:rPr>
      </w:pPr>
      <w:r w:rsidRPr="007647FB">
        <w:rPr>
          <w:szCs w:val="28"/>
        </w:rPr>
        <w:t>г. Ульяновск</w:t>
      </w:r>
    </w:p>
    <w:p w:rsidR="006D4CF4" w:rsidRPr="007647FB" w:rsidRDefault="006D4CF4" w:rsidP="000B3AA8">
      <w:pPr>
        <w:pStyle w:val="BodyText"/>
        <w:jc w:val="center"/>
        <w:rPr>
          <w:szCs w:val="28"/>
        </w:rPr>
      </w:pPr>
      <w:r>
        <w:rPr>
          <w:szCs w:val="28"/>
        </w:rPr>
        <w:t xml:space="preserve">01 июля </w:t>
      </w:r>
      <w:smartTag w:uri="urn:schemas-microsoft-com:office:smarttags" w:element="metricconverter">
        <w:smartTagPr>
          <w:attr w:name="ProductID" w:val="2016 г"/>
        </w:smartTagPr>
        <w:r>
          <w:rPr>
            <w:szCs w:val="28"/>
          </w:rPr>
          <w:t>2016</w:t>
        </w:r>
        <w:r w:rsidRPr="007647FB">
          <w:rPr>
            <w:szCs w:val="28"/>
          </w:rPr>
          <w:t xml:space="preserve"> г</w:t>
        </w:r>
      </w:smartTag>
      <w:r w:rsidRPr="007647FB">
        <w:rPr>
          <w:szCs w:val="28"/>
        </w:rPr>
        <w:t>.</w:t>
      </w:r>
    </w:p>
    <w:p w:rsidR="006D4CF4" w:rsidRPr="007647FB" w:rsidRDefault="006D4CF4" w:rsidP="000B3AA8">
      <w:pPr>
        <w:pStyle w:val="BodyText"/>
        <w:jc w:val="center"/>
        <w:rPr>
          <w:szCs w:val="28"/>
        </w:rPr>
      </w:pPr>
      <w:r w:rsidRPr="007647FB">
        <w:rPr>
          <w:szCs w:val="28"/>
        </w:rPr>
        <w:t>№</w:t>
      </w:r>
      <w:r>
        <w:rPr>
          <w:szCs w:val="28"/>
        </w:rPr>
        <w:t xml:space="preserve"> 88</w:t>
      </w:r>
      <w:r w:rsidRPr="007647FB">
        <w:rPr>
          <w:szCs w:val="28"/>
        </w:rPr>
        <w:t>-ЗО</w:t>
      </w:r>
    </w:p>
    <w:sectPr w:rsidR="006D4CF4" w:rsidRPr="007647FB" w:rsidSect="000B3AA8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CF4" w:rsidRDefault="006D4CF4">
      <w:r>
        <w:separator/>
      </w:r>
    </w:p>
  </w:endnote>
  <w:endnote w:type="continuationSeparator" w:id="0">
    <w:p w:rsidR="006D4CF4" w:rsidRDefault="006D4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CF4" w:rsidRPr="000B3AA8" w:rsidRDefault="006D4CF4" w:rsidP="000B3AA8">
    <w:pPr>
      <w:pStyle w:val="Footer"/>
      <w:jc w:val="right"/>
      <w:rPr>
        <w:sz w:val="16"/>
      </w:rPr>
    </w:pPr>
    <w:r>
      <w:rPr>
        <w:sz w:val="16"/>
      </w:rPr>
      <w:t>3005км1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CF4" w:rsidRDefault="006D4CF4">
      <w:r>
        <w:separator/>
      </w:r>
    </w:p>
  </w:footnote>
  <w:footnote w:type="continuationSeparator" w:id="0">
    <w:p w:rsidR="006D4CF4" w:rsidRDefault="006D4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CF4" w:rsidRDefault="006D4C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4CF4" w:rsidRDefault="006D4CF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CF4" w:rsidRPr="00C01FF9" w:rsidRDefault="006D4CF4" w:rsidP="007647FB">
    <w:pPr>
      <w:pStyle w:val="Header"/>
      <w:jc w:val="center"/>
      <w:rPr>
        <w:rStyle w:val="PageNumber"/>
        <w:sz w:val="28"/>
        <w:szCs w:val="28"/>
      </w:rPr>
    </w:pPr>
    <w:r w:rsidRPr="00C01FF9">
      <w:rPr>
        <w:rStyle w:val="PageNumber"/>
        <w:sz w:val="28"/>
        <w:szCs w:val="28"/>
      </w:rPr>
      <w:fldChar w:fldCharType="begin"/>
    </w:r>
    <w:r w:rsidRPr="00C01FF9">
      <w:rPr>
        <w:rStyle w:val="PageNumber"/>
        <w:sz w:val="28"/>
        <w:szCs w:val="28"/>
      </w:rPr>
      <w:instrText xml:space="preserve">PAGE  </w:instrText>
    </w:r>
    <w:r w:rsidRPr="00C01FF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C01FF9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30A5"/>
    <w:multiLevelType w:val="hybridMultilevel"/>
    <w:tmpl w:val="C060C264"/>
    <w:lvl w:ilvl="0" w:tplc="157C8E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CA35335"/>
    <w:multiLevelType w:val="hybridMultilevel"/>
    <w:tmpl w:val="D39A4A62"/>
    <w:lvl w:ilvl="0" w:tplc="36A018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2E69216F"/>
    <w:multiLevelType w:val="hybridMultilevel"/>
    <w:tmpl w:val="9B34BBFE"/>
    <w:lvl w:ilvl="0" w:tplc="54CEB5B6">
      <w:start w:val="1"/>
      <w:numFmt w:val="decimal"/>
      <w:lvlText w:val="%1)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4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50E166D"/>
    <w:multiLevelType w:val="hybridMultilevel"/>
    <w:tmpl w:val="5C5A515E"/>
    <w:lvl w:ilvl="0" w:tplc="B16AAD3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556254DB"/>
    <w:multiLevelType w:val="hybridMultilevel"/>
    <w:tmpl w:val="844AAF84"/>
    <w:lvl w:ilvl="0" w:tplc="0486E5C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3E8"/>
    <w:rsid w:val="00007426"/>
    <w:rsid w:val="00012ABE"/>
    <w:rsid w:val="00014BCA"/>
    <w:rsid w:val="00017492"/>
    <w:rsid w:val="00017B14"/>
    <w:rsid w:val="000243CC"/>
    <w:rsid w:val="00036489"/>
    <w:rsid w:val="00040987"/>
    <w:rsid w:val="00051A06"/>
    <w:rsid w:val="0005485D"/>
    <w:rsid w:val="00054CE6"/>
    <w:rsid w:val="0005753A"/>
    <w:rsid w:val="00081F24"/>
    <w:rsid w:val="00095E3E"/>
    <w:rsid w:val="000A1A5E"/>
    <w:rsid w:val="000B3AA8"/>
    <w:rsid w:val="000C2DDA"/>
    <w:rsid w:val="000F42D3"/>
    <w:rsid w:val="000F5263"/>
    <w:rsid w:val="00106A40"/>
    <w:rsid w:val="00111BFD"/>
    <w:rsid w:val="00113B59"/>
    <w:rsid w:val="00121E49"/>
    <w:rsid w:val="00127A18"/>
    <w:rsid w:val="0013389B"/>
    <w:rsid w:val="00146D45"/>
    <w:rsid w:val="001606ED"/>
    <w:rsid w:val="00161A62"/>
    <w:rsid w:val="00164A09"/>
    <w:rsid w:val="00164C56"/>
    <w:rsid w:val="00185A87"/>
    <w:rsid w:val="00187125"/>
    <w:rsid w:val="00192707"/>
    <w:rsid w:val="00195FBE"/>
    <w:rsid w:val="001B51D6"/>
    <w:rsid w:val="001C0E20"/>
    <w:rsid w:val="001D4810"/>
    <w:rsid w:val="001F1B12"/>
    <w:rsid w:val="001F74FC"/>
    <w:rsid w:val="002048E8"/>
    <w:rsid w:val="00205212"/>
    <w:rsid w:val="00205536"/>
    <w:rsid w:val="00214A53"/>
    <w:rsid w:val="00214FE0"/>
    <w:rsid w:val="00216B9D"/>
    <w:rsid w:val="002233E6"/>
    <w:rsid w:val="00233795"/>
    <w:rsid w:val="0023410E"/>
    <w:rsid w:val="0024712E"/>
    <w:rsid w:val="00255EBC"/>
    <w:rsid w:val="002728DA"/>
    <w:rsid w:val="0027398B"/>
    <w:rsid w:val="00274D02"/>
    <w:rsid w:val="002872EC"/>
    <w:rsid w:val="002B098D"/>
    <w:rsid w:val="002B42D0"/>
    <w:rsid w:val="002B7842"/>
    <w:rsid w:val="002C2336"/>
    <w:rsid w:val="002C7384"/>
    <w:rsid w:val="002C7B71"/>
    <w:rsid w:val="002D13CE"/>
    <w:rsid w:val="002D200A"/>
    <w:rsid w:val="002D43E8"/>
    <w:rsid w:val="002D4E18"/>
    <w:rsid w:val="002F02AD"/>
    <w:rsid w:val="002F7821"/>
    <w:rsid w:val="003028A8"/>
    <w:rsid w:val="00312909"/>
    <w:rsid w:val="00321EB7"/>
    <w:rsid w:val="00326745"/>
    <w:rsid w:val="00331B83"/>
    <w:rsid w:val="003346A8"/>
    <w:rsid w:val="00354BC6"/>
    <w:rsid w:val="00381704"/>
    <w:rsid w:val="00384B3E"/>
    <w:rsid w:val="00386014"/>
    <w:rsid w:val="003B5C00"/>
    <w:rsid w:val="003C3DAF"/>
    <w:rsid w:val="00410203"/>
    <w:rsid w:val="00433A38"/>
    <w:rsid w:val="00434FDD"/>
    <w:rsid w:val="00437A47"/>
    <w:rsid w:val="00443017"/>
    <w:rsid w:val="00443BA3"/>
    <w:rsid w:val="00451BCB"/>
    <w:rsid w:val="00464289"/>
    <w:rsid w:val="00466E51"/>
    <w:rsid w:val="00466ED4"/>
    <w:rsid w:val="00473D6D"/>
    <w:rsid w:val="00480D15"/>
    <w:rsid w:val="00485A99"/>
    <w:rsid w:val="004868AA"/>
    <w:rsid w:val="004910C4"/>
    <w:rsid w:val="004B3305"/>
    <w:rsid w:val="004B66C2"/>
    <w:rsid w:val="004C1043"/>
    <w:rsid w:val="004C3070"/>
    <w:rsid w:val="004F38A8"/>
    <w:rsid w:val="00502440"/>
    <w:rsid w:val="00503EB6"/>
    <w:rsid w:val="005048D1"/>
    <w:rsid w:val="0050637E"/>
    <w:rsid w:val="00516692"/>
    <w:rsid w:val="0052441A"/>
    <w:rsid w:val="00540271"/>
    <w:rsid w:val="00540F08"/>
    <w:rsid w:val="005418C8"/>
    <w:rsid w:val="0055166C"/>
    <w:rsid w:val="00552AFC"/>
    <w:rsid w:val="0056364F"/>
    <w:rsid w:val="005646CC"/>
    <w:rsid w:val="005669F6"/>
    <w:rsid w:val="005739AB"/>
    <w:rsid w:val="00580055"/>
    <w:rsid w:val="00590F43"/>
    <w:rsid w:val="005A27CF"/>
    <w:rsid w:val="005A7565"/>
    <w:rsid w:val="005B53B2"/>
    <w:rsid w:val="005B64FB"/>
    <w:rsid w:val="005D10B6"/>
    <w:rsid w:val="005D13B3"/>
    <w:rsid w:val="005D4CE6"/>
    <w:rsid w:val="005D6BBA"/>
    <w:rsid w:val="005E3CD9"/>
    <w:rsid w:val="005E59CD"/>
    <w:rsid w:val="005E6950"/>
    <w:rsid w:val="005F08A0"/>
    <w:rsid w:val="005F729C"/>
    <w:rsid w:val="005F73BE"/>
    <w:rsid w:val="00634C2E"/>
    <w:rsid w:val="006355EB"/>
    <w:rsid w:val="0064214A"/>
    <w:rsid w:val="00650BDE"/>
    <w:rsid w:val="00665CC9"/>
    <w:rsid w:val="006724C5"/>
    <w:rsid w:val="00683A80"/>
    <w:rsid w:val="0069204C"/>
    <w:rsid w:val="006941D9"/>
    <w:rsid w:val="006A0C54"/>
    <w:rsid w:val="006B18EA"/>
    <w:rsid w:val="006D10EA"/>
    <w:rsid w:val="006D39DF"/>
    <w:rsid w:val="006D4CF4"/>
    <w:rsid w:val="006D7ABA"/>
    <w:rsid w:val="006E0AB9"/>
    <w:rsid w:val="006F1624"/>
    <w:rsid w:val="006F4EF1"/>
    <w:rsid w:val="006F59D1"/>
    <w:rsid w:val="00710F7F"/>
    <w:rsid w:val="0071195A"/>
    <w:rsid w:val="0071416F"/>
    <w:rsid w:val="00720564"/>
    <w:rsid w:val="0072323B"/>
    <w:rsid w:val="0072393C"/>
    <w:rsid w:val="007248E7"/>
    <w:rsid w:val="00725C64"/>
    <w:rsid w:val="00733845"/>
    <w:rsid w:val="00742D8B"/>
    <w:rsid w:val="00757D06"/>
    <w:rsid w:val="00760E98"/>
    <w:rsid w:val="00762231"/>
    <w:rsid w:val="007647FB"/>
    <w:rsid w:val="00772077"/>
    <w:rsid w:val="00776D77"/>
    <w:rsid w:val="00790CE5"/>
    <w:rsid w:val="007A40D7"/>
    <w:rsid w:val="007B1F23"/>
    <w:rsid w:val="007C11F5"/>
    <w:rsid w:val="007C19DB"/>
    <w:rsid w:val="007C5FCB"/>
    <w:rsid w:val="007D41E5"/>
    <w:rsid w:val="007D49A3"/>
    <w:rsid w:val="007E7D9B"/>
    <w:rsid w:val="007F6326"/>
    <w:rsid w:val="0080100C"/>
    <w:rsid w:val="0081403C"/>
    <w:rsid w:val="00814285"/>
    <w:rsid w:val="00820725"/>
    <w:rsid w:val="00821AA2"/>
    <w:rsid w:val="00821CCA"/>
    <w:rsid w:val="008265C2"/>
    <w:rsid w:val="008268EC"/>
    <w:rsid w:val="00831AF6"/>
    <w:rsid w:val="0084368D"/>
    <w:rsid w:val="00856608"/>
    <w:rsid w:val="0085715B"/>
    <w:rsid w:val="00862A62"/>
    <w:rsid w:val="00862B96"/>
    <w:rsid w:val="00864784"/>
    <w:rsid w:val="0086560B"/>
    <w:rsid w:val="00870893"/>
    <w:rsid w:val="00892021"/>
    <w:rsid w:val="008A4C76"/>
    <w:rsid w:val="008A5151"/>
    <w:rsid w:val="008B20BD"/>
    <w:rsid w:val="008B53EB"/>
    <w:rsid w:val="008C29A5"/>
    <w:rsid w:val="008C6639"/>
    <w:rsid w:val="008D3F67"/>
    <w:rsid w:val="008F2BAE"/>
    <w:rsid w:val="008F4D6D"/>
    <w:rsid w:val="00910755"/>
    <w:rsid w:val="00912265"/>
    <w:rsid w:val="00914AB2"/>
    <w:rsid w:val="00914AED"/>
    <w:rsid w:val="00917891"/>
    <w:rsid w:val="00926181"/>
    <w:rsid w:val="00932CAD"/>
    <w:rsid w:val="00937B20"/>
    <w:rsid w:val="00941C7E"/>
    <w:rsid w:val="00947939"/>
    <w:rsid w:val="00954C1A"/>
    <w:rsid w:val="00962B46"/>
    <w:rsid w:val="009714A1"/>
    <w:rsid w:val="00982388"/>
    <w:rsid w:val="00983186"/>
    <w:rsid w:val="00990E39"/>
    <w:rsid w:val="009A3B93"/>
    <w:rsid w:val="009A49B7"/>
    <w:rsid w:val="009B6E1C"/>
    <w:rsid w:val="009C0FD5"/>
    <w:rsid w:val="009C24E1"/>
    <w:rsid w:val="009D0069"/>
    <w:rsid w:val="009D3F5F"/>
    <w:rsid w:val="009F0528"/>
    <w:rsid w:val="00A00379"/>
    <w:rsid w:val="00A111D3"/>
    <w:rsid w:val="00A27EFC"/>
    <w:rsid w:val="00A316EC"/>
    <w:rsid w:val="00A36557"/>
    <w:rsid w:val="00A401AD"/>
    <w:rsid w:val="00A50439"/>
    <w:rsid w:val="00A542DE"/>
    <w:rsid w:val="00A55096"/>
    <w:rsid w:val="00A57EEE"/>
    <w:rsid w:val="00A60BC9"/>
    <w:rsid w:val="00A64694"/>
    <w:rsid w:val="00A723E1"/>
    <w:rsid w:val="00A743D6"/>
    <w:rsid w:val="00A876EA"/>
    <w:rsid w:val="00A87D73"/>
    <w:rsid w:val="00A90C3D"/>
    <w:rsid w:val="00A9520D"/>
    <w:rsid w:val="00AA40DF"/>
    <w:rsid w:val="00AB42A9"/>
    <w:rsid w:val="00AC20AA"/>
    <w:rsid w:val="00AE677A"/>
    <w:rsid w:val="00AF5260"/>
    <w:rsid w:val="00B06A9B"/>
    <w:rsid w:val="00B2183D"/>
    <w:rsid w:val="00B232BB"/>
    <w:rsid w:val="00B25B99"/>
    <w:rsid w:val="00B47046"/>
    <w:rsid w:val="00B51E36"/>
    <w:rsid w:val="00B5633F"/>
    <w:rsid w:val="00B749B3"/>
    <w:rsid w:val="00B971D2"/>
    <w:rsid w:val="00B9745C"/>
    <w:rsid w:val="00BB19E7"/>
    <w:rsid w:val="00BB385B"/>
    <w:rsid w:val="00BC6088"/>
    <w:rsid w:val="00BC64E5"/>
    <w:rsid w:val="00BE1848"/>
    <w:rsid w:val="00BE2D63"/>
    <w:rsid w:val="00BE435C"/>
    <w:rsid w:val="00C01FF9"/>
    <w:rsid w:val="00C06E4D"/>
    <w:rsid w:val="00C11B3A"/>
    <w:rsid w:val="00C121F9"/>
    <w:rsid w:val="00C33F8D"/>
    <w:rsid w:val="00C63B57"/>
    <w:rsid w:val="00C75C2B"/>
    <w:rsid w:val="00C804BD"/>
    <w:rsid w:val="00C9146F"/>
    <w:rsid w:val="00C9428B"/>
    <w:rsid w:val="00CA066F"/>
    <w:rsid w:val="00CA7039"/>
    <w:rsid w:val="00CB555A"/>
    <w:rsid w:val="00CB5F7C"/>
    <w:rsid w:val="00CC3304"/>
    <w:rsid w:val="00CC69C4"/>
    <w:rsid w:val="00CD0E6C"/>
    <w:rsid w:val="00CE0A89"/>
    <w:rsid w:val="00CE1920"/>
    <w:rsid w:val="00CE1FA1"/>
    <w:rsid w:val="00CE27AF"/>
    <w:rsid w:val="00CE2DC0"/>
    <w:rsid w:val="00CE343D"/>
    <w:rsid w:val="00CE64E1"/>
    <w:rsid w:val="00CF15C6"/>
    <w:rsid w:val="00CF3C81"/>
    <w:rsid w:val="00D0351D"/>
    <w:rsid w:val="00D03FAA"/>
    <w:rsid w:val="00D0478F"/>
    <w:rsid w:val="00D237A0"/>
    <w:rsid w:val="00D256B5"/>
    <w:rsid w:val="00D25C02"/>
    <w:rsid w:val="00D379DE"/>
    <w:rsid w:val="00D45AC0"/>
    <w:rsid w:val="00D57B42"/>
    <w:rsid w:val="00D6192E"/>
    <w:rsid w:val="00D6388A"/>
    <w:rsid w:val="00D765C9"/>
    <w:rsid w:val="00D8184D"/>
    <w:rsid w:val="00D91F38"/>
    <w:rsid w:val="00DA27F2"/>
    <w:rsid w:val="00DD4A12"/>
    <w:rsid w:val="00DD61F8"/>
    <w:rsid w:val="00DD726E"/>
    <w:rsid w:val="00DE51B1"/>
    <w:rsid w:val="00DF7C45"/>
    <w:rsid w:val="00E16AF0"/>
    <w:rsid w:val="00E20A89"/>
    <w:rsid w:val="00E26EEE"/>
    <w:rsid w:val="00E2734F"/>
    <w:rsid w:val="00E40862"/>
    <w:rsid w:val="00E5089E"/>
    <w:rsid w:val="00E552B7"/>
    <w:rsid w:val="00E567D8"/>
    <w:rsid w:val="00E60B7B"/>
    <w:rsid w:val="00E6132F"/>
    <w:rsid w:val="00E76978"/>
    <w:rsid w:val="00EA4CDA"/>
    <w:rsid w:val="00EC2EF5"/>
    <w:rsid w:val="00EC3710"/>
    <w:rsid w:val="00EC3810"/>
    <w:rsid w:val="00ED1D46"/>
    <w:rsid w:val="00ED51AD"/>
    <w:rsid w:val="00EE7686"/>
    <w:rsid w:val="00EF37E8"/>
    <w:rsid w:val="00EF4398"/>
    <w:rsid w:val="00EF6E87"/>
    <w:rsid w:val="00F15C9D"/>
    <w:rsid w:val="00F16D16"/>
    <w:rsid w:val="00F23BDC"/>
    <w:rsid w:val="00F241EC"/>
    <w:rsid w:val="00F740A6"/>
    <w:rsid w:val="00F81313"/>
    <w:rsid w:val="00F82FDD"/>
    <w:rsid w:val="00F84FFB"/>
    <w:rsid w:val="00F9005F"/>
    <w:rsid w:val="00F920FB"/>
    <w:rsid w:val="00F92A53"/>
    <w:rsid w:val="00F92E99"/>
    <w:rsid w:val="00F961B6"/>
    <w:rsid w:val="00FD3574"/>
    <w:rsid w:val="00FE7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A40D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40D7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40D7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40D7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A40D7"/>
    <w:pPr>
      <w:keepNext/>
      <w:spacing w:line="240" w:lineRule="atLeast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A40D7"/>
    <w:pPr>
      <w:keepNext/>
      <w:spacing w:line="240" w:lineRule="atLeast"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A40D7"/>
    <w:pPr>
      <w:keepNext/>
      <w:spacing w:line="240" w:lineRule="atLeast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7A40D7"/>
    <w:pPr>
      <w:keepNext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7A40D7"/>
    <w:pPr>
      <w:keepNext/>
      <w:jc w:val="both"/>
      <w:outlineLvl w:val="7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A40D7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customStyle="1" w:styleId="ConsNormal">
    <w:name w:val="ConsNormal"/>
    <w:uiPriority w:val="99"/>
    <w:rsid w:val="007A40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A40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7A40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7A40D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7A40D7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7A40D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389B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semiHidden/>
    <w:rsid w:val="007A40D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40D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C3810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semiHidden/>
    <w:rsid w:val="007A40D7"/>
    <w:pPr>
      <w:jc w:val="right"/>
    </w:pPr>
    <w:rPr>
      <w:bCs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7A40D7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92E99"/>
    <w:rPr>
      <w:rFonts w:cs="Times New Roman"/>
      <w:sz w:val="24"/>
    </w:rPr>
  </w:style>
  <w:style w:type="paragraph" w:customStyle="1" w:styleId="Eiiey">
    <w:name w:val="Eiiey"/>
    <w:basedOn w:val="Normal"/>
    <w:uiPriority w:val="99"/>
    <w:rsid w:val="007A40D7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7A40D7"/>
    <w:pPr>
      <w:ind w:firstLine="708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7A40D7"/>
    <w:pPr>
      <w:ind w:left="4500" w:hanging="4500"/>
      <w:jc w:val="center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7A40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5D13B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D13B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3B3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081F24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8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199</Words>
  <Characters>1140</Characters>
  <Application>Microsoft Office Outlook</Application>
  <DocSecurity>0</DocSecurity>
  <Lines>0</Lines>
  <Paragraphs>0</Paragraphs>
  <ScaleCrop>false</ScaleCrop>
  <Company>Администрация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subject/>
  <dc:creator>возьный</dc:creator>
  <cp:keywords/>
  <dc:description/>
  <cp:lastModifiedBy>Пользователь</cp:lastModifiedBy>
  <cp:revision>2</cp:revision>
  <cp:lastPrinted>2016-06-23T12:00:00Z</cp:lastPrinted>
  <dcterms:created xsi:type="dcterms:W3CDTF">2016-07-19T11:59:00Z</dcterms:created>
  <dcterms:modified xsi:type="dcterms:W3CDTF">2016-07-19T11:59:00Z</dcterms:modified>
</cp:coreProperties>
</file>